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DDF" w:rsidRPr="00B827E7" w:rsidRDefault="00A85DDF" w:rsidP="00220425">
      <w:pPr>
        <w:jc w:val="center"/>
      </w:pPr>
      <w:r w:rsidRPr="00B827E7">
        <w:object w:dxaOrig="2700" w:dyaOrig="2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8.5pt" o:ole="" fillcolor="window">
            <v:imagedata r:id="rId6" o:title="" croptop="-1966f" cropleft="7767f"/>
          </v:shape>
          <o:OLEObject Type="Embed" ProgID="Paint.Picture" ShapeID="_x0000_i1025" DrawAspect="Content" ObjectID="_1602421908" r:id="rId7"/>
        </w:object>
      </w:r>
      <w:r w:rsidRPr="00B827E7">
        <w:t xml:space="preserve">                                                                              </w:t>
      </w:r>
      <w:r>
        <w:rPr>
          <w:noProof/>
          <w:lang w:eastAsia="el-GR"/>
        </w:rPr>
        <w:pict>
          <v:shape id="Εικόνα 1" o:spid="_x0000_i1026" type="#_x0000_t75" style="width:69.75pt;height:36pt;visibility:visible">
            <v:imagedata r:id="rId8" o:title=""/>
          </v:shape>
        </w:pict>
      </w:r>
    </w:p>
    <w:p w:rsidR="00A85DDF" w:rsidRPr="00B827E7" w:rsidRDefault="00A85DDF" w:rsidP="00B827E7">
      <w:pPr>
        <w:rPr>
          <w:b/>
          <w:bCs/>
        </w:rPr>
      </w:pPr>
      <w:r w:rsidRPr="00B827E7">
        <w:rPr>
          <w:b/>
          <w:bCs/>
        </w:rPr>
        <w:t xml:space="preserve">                                                                                                                          ΕΥΡΩΠΑΪΚΗ ΕΝΩΣΗ                                        </w:t>
      </w:r>
    </w:p>
    <w:p w:rsidR="00A85DDF" w:rsidRPr="00B827E7" w:rsidRDefault="00A85DDF" w:rsidP="00B827E7">
      <w:pPr>
        <w:spacing w:after="0" w:line="240" w:lineRule="auto"/>
        <w:rPr>
          <w:b/>
          <w:bCs/>
        </w:rPr>
      </w:pPr>
      <w:r w:rsidRPr="00B827E7">
        <w:rPr>
          <w:b/>
          <w:bCs/>
        </w:rPr>
        <w:t>ΕΛΛΗΝΙΚΗ ΔΗΜΟΚΡΑΤΙΑ</w:t>
      </w:r>
    </w:p>
    <w:p w:rsidR="00A85DDF" w:rsidRPr="00567B6C" w:rsidRDefault="00A85DDF" w:rsidP="00B827E7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A85DDF" w:rsidRPr="00567B6C" w:rsidRDefault="00A85DDF" w:rsidP="00567B6C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A85DDF" w:rsidRPr="00567B6C" w:rsidRDefault="00A85DDF" w:rsidP="00567B6C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A85DDF" w:rsidRPr="00B827E7" w:rsidRDefault="00A85DDF" w:rsidP="00B827E7">
      <w:pPr>
        <w:rPr>
          <w:b/>
          <w:bCs/>
        </w:rPr>
      </w:pPr>
    </w:p>
    <w:tbl>
      <w:tblPr>
        <w:tblW w:w="10060" w:type="dxa"/>
        <w:tblInd w:w="108" w:type="dxa"/>
        <w:tblLayout w:type="fixed"/>
        <w:tblLook w:val="0000"/>
      </w:tblPr>
      <w:tblGrid>
        <w:gridCol w:w="1843"/>
        <w:gridCol w:w="4794"/>
        <w:gridCol w:w="3423"/>
      </w:tblGrid>
      <w:tr w:rsidR="00A85DDF" w:rsidRPr="008D6AEF">
        <w:trPr>
          <w:cantSplit/>
          <w:trHeight w:val="356"/>
        </w:trPr>
        <w:tc>
          <w:tcPr>
            <w:tcW w:w="1843" w:type="dxa"/>
          </w:tcPr>
          <w:p w:rsidR="00A85DDF" w:rsidRPr="008D6AEF" w:rsidRDefault="00A85DDF" w:rsidP="00F91E23">
            <w:pPr>
              <w:spacing w:line="240" w:lineRule="auto"/>
            </w:pPr>
            <w:r w:rsidRPr="008D6AEF">
              <w:t xml:space="preserve">Ταχ. Διεύθυνση: </w:t>
            </w:r>
          </w:p>
        </w:tc>
        <w:tc>
          <w:tcPr>
            <w:tcW w:w="4794" w:type="dxa"/>
          </w:tcPr>
          <w:p w:rsidR="00A85DDF" w:rsidRPr="008D6AEF" w:rsidRDefault="00A85DDF" w:rsidP="00F91E23">
            <w:pPr>
              <w:spacing w:line="240" w:lineRule="auto"/>
            </w:pPr>
          </w:p>
        </w:tc>
        <w:tc>
          <w:tcPr>
            <w:tcW w:w="3423" w:type="dxa"/>
          </w:tcPr>
          <w:p w:rsidR="00A85DDF" w:rsidRPr="008D6AEF" w:rsidRDefault="00A85DDF" w:rsidP="00F91E23">
            <w:pPr>
              <w:spacing w:line="240" w:lineRule="auto"/>
            </w:pPr>
          </w:p>
        </w:tc>
      </w:tr>
      <w:tr w:rsidR="00A85DDF" w:rsidRPr="008D6AEF">
        <w:trPr>
          <w:cantSplit/>
          <w:trHeight w:val="224"/>
        </w:trPr>
        <w:tc>
          <w:tcPr>
            <w:tcW w:w="1843" w:type="dxa"/>
          </w:tcPr>
          <w:p w:rsidR="00A85DDF" w:rsidRPr="008D6AEF" w:rsidRDefault="00A85DDF" w:rsidP="00F91E23">
            <w:pPr>
              <w:spacing w:line="240" w:lineRule="auto"/>
            </w:pPr>
            <w:r w:rsidRPr="008D6AEF">
              <w:t xml:space="preserve">Ταχ. Κώδικας: </w:t>
            </w:r>
          </w:p>
        </w:tc>
        <w:tc>
          <w:tcPr>
            <w:tcW w:w="4794" w:type="dxa"/>
          </w:tcPr>
          <w:p w:rsidR="00A85DDF" w:rsidRPr="008D6AEF" w:rsidRDefault="00A85DDF" w:rsidP="00F91E23">
            <w:pPr>
              <w:spacing w:line="240" w:lineRule="auto"/>
            </w:pPr>
          </w:p>
        </w:tc>
        <w:tc>
          <w:tcPr>
            <w:tcW w:w="3423" w:type="dxa"/>
          </w:tcPr>
          <w:p w:rsidR="00A85DDF" w:rsidRPr="008D6AEF" w:rsidRDefault="00A85DDF" w:rsidP="00F91E23">
            <w:pPr>
              <w:spacing w:line="240" w:lineRule="auto"/>
            </w:pPr>
            <w:r w:rsidRPr="008D6AEF">
              <w:t>Ημερομηνία:</w:t>
            </w:r>
          </w:p>
        </w:tc>
      </w:tr>
      <w:tr w:rsidR="00A85DDF" w:rsidRPr="008D6AEF">
        <w:trPr>
          <w:cantSplit/>
          <w:trHeight w:val="218"/>
        </w:trPr>
        <w:tc>
          <w:tcPr>
            <w:tcW w:w="1843" w:type="dxa"/>
          </w:tcPr>
          <w:p w:rsidR="00A85DDF" w:rsidRPr="008D6AEF" w:rsidRDefault="00A85DDF" w:rsidP="00F91E23">
            <w:pPr>
              <w:spacing w:line="240" w:lineRule="auto"/>
            </w:pPr>
            <w:r w:rsidRPr="008D6AEF">
              <w:t>Πληροφορίες:</w:t>
            </w:r>
          </w:p>
        </w:tc>
        <w:tc>
          <w:tcPr>
            <w:tcW w:w="4794" w:type="dxa"/>
          </w:tcPr>
          <w:p w:rsidR="00A85DDF" w:rsidRPr="008D6AEF" w:rsidRDefault="00A85DDF" w:rsidP="00F91E23">
            <w:pPr>
              <w:spacing w:line="240" w:lineRule="auto"/>
            </w:pPr>
          </w:p>
        </w:tc>
        <w:tc>
          <w:tcPr>
            <w:tcW w:w="3423" w:type="dxa"/>
          </w:tcPr>
          <w:p w:rsidR="00A85DDF" w:rsidRPr="008D6AEF" w:rsidRDefault="00A85DDF" w:rsidP="00F91E23">
            <w:pPr>
              <w:spacing w:line="240" w:lineRule="auto"/>
            </w:pPr>
            <w:r w:rsidRPr="008D6AEF">
              <w:t>Αρ. Πρωτ.:</w:t>
            </w:r>
          </w:p>
        </w:tc>
      </w:tr>
      <w:tr w:rsidR="00A85DDF" w:rsidRPr="008D6AEF">
        <w:trPr>
          <w:cantSplit/>
          <w:trHeight w:val="224"/>
        </w:trPr>
        <w:tc>
          <w:tcPr>
            <w:tcW w:w="1843" w:type="dxa"/>
          </w:tcPr>
          <w:p w:rsidR="00A85DDF" w:rsidRPr="008D6AEF" w:rsidRDefault="00A85DDF" w:rsidP="00F91E23">
            <w:pPr>
              <w:spacing w:line="240" w:lineRule="auto"/>
            </w:pPr>
            <w:r w:rsidRPr="008D6AEF">
              <w:t>Τηλέφωνο:</w:t>
            </w:r>
          </w:p>
        </w:tc>
        <w:tc>
          <w:tcPr>
            <w:tcW w:w="4794" w:type="dxa"/>
          </w:tcPr>
          <w:p w:rsidR="00A85DDF" w:rsidRPr="008D6AEF" w:rsidRDefault="00A85DDF" w:rsidP="00F91E23">
            <w:pPr>
              <w:spacing w:line="240" w:lineRule="auto"/>
            </w:pPr>
          </w:p>
        </w:tc>
        <w:tc>
          <w:tcPr>
            <w:tcW w:w="3423" w:type="dxa"/>
          </w:tcPr>
          <w:p w:rsidR="00A85DDF" w:rsidRPr="008D6AEF" w:rsidRDefault="00A85DDF" w:rsidP="00F91E23">
            <w:pPr>
              <w:spacing w:line="240" w:lineRule="auto"/>
            </w:pPr>
          </w:p>
        </w:tc>
      </w:tr>
      <w:tr w:rsidR="00A85DDF" w:rsidRPr="008D6AEF">
        <w:trPr>
          <w:cantSplit/>
          <w:trHeight w:val="224"/>
        </w:trPr>
        <w:tc>
          <w:tcPr>
            <w:tcW w:w="1843" w:type="dxa"/>
          </w:tcPr>
          <w:p w:rsidR="00A85DDF" w:rsidRPr="008D6AEF" w:rsidRDefault="00A85DDF" w:rsidP="00F91E23">
            <w:pPr>
              <w:spacing w:line="240" w:lineRule="auto"/>
            </w:pPr>
            <w:r w:rsidRPr="008D6AEF">
              <w:t>Fax:</w:t>
            </w:r>
          </w:p>
        </w:tc>
        <w:tc>
          <w:tcPr>
            <w:tcW w:w="4794" w:type="dxa"/>
          </w:tcPr>
          <w:p w:rsidR="00A85DDF" w:rsidRPr="008D6AEF" w:rsidRDefault="00A85DDF" w:rsidP="00F91E23">
            <w:pPr>
              <w:spacing w:line="240" w:lineRule="auto"/>
            </w:pPr>
          </w:p>
        </w:tc>
        <w:tc>
          <w:tcPr>
            <w:tcW w:w="3423" w:type="dxa"/>
          </w:tcPr>
          <w:p w:rsidR="00A85DDF" w:rsidRPr="008D6AEF" w:rsidRDefault="00A85DDF" w:rsidP="00F91E23">
            <w:pPr>
              <w:spacing w:line="240" w:lineRule="auto"/>
            </w:pPr>
          </w:p>
        </w:tc>
      </w:tr>
      <w:tr w:rsidR="00A85DDF" w:rsidRPr="008D6AEF">
        <w:trPr>
          <w:cantSplit/>
          <w:trHeight w:val="224"/>
        </w:trPr>
        <w:tc>
          <w:tcPr>
            <w:tcW w:w="1843" w:type="dxa"/>
          </w:tcPr>
          <w:p w:rsidR="00A85DDF" w:rsidRPr="008D6AEF" w:rsidRDefault="00A85DDF" w:rsidP="00F91E23">
            <w:pPr>
              <w:spacing w:line="240" w:lineRule="auto"/>
            </w:pPr>
            <w:r w:rsidRPr="008D6AEF">
              <w:t>E-mail:</w:t>
            </w:r>
          </w:p>
        </w:tc>
        <w:tc>
          <w:tcPr>
            <w:tcW w:w="4794" w:type="dxa"/>
          </w:tcPr>
          <w:p w:rsidR="00A85DDF" w:rsidRPr="008D6AEF" w:rsidRDefault="00A85DDF" w:rsidP="00F91E23">
            <w:pPr>
              <w:spacing w:line="240" w:lineRule="auto"/>
            </w:pPr>
          </w:p>
        </w:tc>
        <w:tc>
          <w:tcPr>
            <w:tcW w:w="3423" w:type="dxa"/>
          </w:tcPr>
          <w:p w:rsidR="00A85DDF" w:rsidRPr="008D6AEF" w:rsidRDefault="00A85DDF" w:rsidP="00F91E23">
            <w:pPr>
              <w:spacing w:line="240" w:lineRule="auto"/>
            </w:pPr>
          </w:p>
        </w:tc>
      </w:tr>
    </w:tbl>
    <w:p w:rsidR="00A85DDF" w:rsidRPr="00B827E7" w:rsidRDefault="00A85DDF" w:rsidP="00F91E23">
      <w:pPr>
        <w:jc w:val="center"/>
        <w:rPr>
          <w:b/>
          <w:bCs/>
        </w:rPr>
      </w:pPr>
      <w:r w:rsidRPr="00B827E7">
        <w:rPr>
          <w:b/>
          <w:bCs/>
        </w:rPr>
        <w:t>ΕΝΤΥΠΟ ΤΕΚΜΗΡΙΩΣΗΣ ΑΝΑΓΚΑΙΟΤΗΤΑΣ ΥΛΟΠΟΙΗΣΗΣ</w:t>
      </w:r>
    </w:p>
    <w:p w:rsidR="00A85DDF" w:rsidRPr="00B827E7" w:rsidRDefault="00A85DDF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(ΣΚΟΠΙΜΟΤΗΤΑ ΠΡΑΞΗΣ)</w:t>
      </w:r>
    </w:p>
    <w:p w:rsidR="00A85DDF" w:rsidRPr="00B827E7" w:rsidRDefault="00A85DDF" w:rsidP="00F91E23">
      <w:pPr>
        <w:spacing w:line="240" w:lineRule="auto"/>
        <w:rPr>
          <w:b/>
          <w:bCs/>
          <w:u w:val="single"/>
        </w:rPr>
      </w:pPr>
      <w:r w:rsidRPr="00B827E7">
        <w:rPr>
          <w:b/>
          <w:bCs/>
          <w:u w:val="single"/>
        </w:rPr>
        <w:t>Σύντομη περιγραφή της προτεινόμενης πράξης:</w:t>
      </w:r>
    </w:p>
    <w:p w:rsidR="00A85DDF" w:rsidRPr="00B827E7" w:rsidRDefault="00A85DDF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Τίτλος</w:t>
      </w:r>
      <w:r w:rsidRPr="00B827E7">
        <w:rPr>
          <w:b/>
          <w:bCs/>
        </w:rPr>
        <w:t>].</w:t>
      </w:r>
    </w:p>
    <w:p w:rsidR="00A85DDF" w:rsidRPr="00B827E7" w:rsidRDefault="00A85DDF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Προϋπολογισμός σε €</w:t>
      </w:r>
      <w:r w:rsidRPr="00B827E7">
        <w:rPr>
          <w:b/>
          <w:bCs/>
        </w:rPr>
        <w:t>].</w:t>
      </w:r>
    </w:p>
    <w:p w:rsidR="00A85DDF" w:rsidRPr="00B827E7" w:rsidRDefault="00A85DDF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Χωροθέτηση σε επίπεδο Δήμου</w:t>
      </w:r>
      <w:r w:rsidRPr="00B827E7">
        <w:rPr>
          <w:b/>
          <w:bCs/>
        </w:rPr>
        <w:t>].</w:t>
      </w:r>
    </w:p>
    <w:p w:rsidR="00A85DDF" w:rsidRPr="00B827E7" w:rsidRDefault="00A85DDF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Δικαιούχος</w:t>
      </w:r>
      <w:r w:rsidRPr="00B827E7">
        <w:rPr>
          <w:b/>
          <w:bCs/>
        </w:rPr>
        <w:t>].</w:t>
      </w:r>
    </w:p>
    <w:p w:rsidR="00A85DDF" w:rsidRPr="00B827E7" w:rsidRDefault="00A85DDF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Συνοπτική περιγραφή της προτεινόμενης πράξης</w:t>
      </w:r>
      <w:r w:rsidRPr="00B827E7">
        <w:rPr>
          <w:b/>
          <w:bCs/>
        </w:rPr>
        <w:t>]</w:t>
      </w:r>
      <w:r w:rsidRPr="00B827E7">
        <w:rPr>
          <w:b/>
          <w:bCs/>
          <w:i/>
          <w:iCs/>
        </w:rPr>
        <w:t>.</w:t>
      </w:r>
    </w:p>
    <w:p w:rsidR="00A85DDF" w:rsidRPr="00B827E7" w:rsidRDefault="00A85DDF" w:rsidP="00F91E23">
      <w:pPr>
        <w:spacing w:line="240" w:lineRule="auto"/>
        <w:rPr>
          <w:b/>
          <w:bCs/>
          <w:u w:val="single"/>
        </w:rPr>
      </w:pPr>
      <w:r w:rsidRPr="00B827E7">
        <w:rPr>
          <w:b/>
          <w:bCs/>
          <w:u w:val="single"/>
        </w:rPr>
        <w:t>Αιτιολόγηση της αναγκαιότητας υλοποίησης της προτεινόμενης πράξης:</w:t>
      </w:r>
    </w:p>
    <w:p w:rsidR="00A85DDF" w:rsidRPr="00B827E7" w:rsidRDefault="00A85DDF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 xml:space="preserve">Αναφέρονται συνοπτικά οι λόγοι χαρακτηρισμού της προτεινόμενης πράξης ως προς την αναγκαιότητα υλοποίησης της στο πλαίσιο της Πρόσκλησης </w:t>
      </w:r>
      <w:r w:rsidRPr="007E7038">
        <w:rPr>
          <w:b/>
          <w:bCs/>
          <w:i/>
          <w:iCs/>
        </w:rPr>
        <w:t xml:space="preserve">………….. (Δράση </w:t>
      </w:r>
      <w:r>
        <w:rPr>
          <w:b/>
          <w:bCs/>
          <w:i/>
          <w:iCs/>
        </w:rPr>
        <w:t>6β</w:t>
      </w:r>
      <w:r w:rsidRPr="007E7038">
        <w:rPr>
          <w:b/>
          <w:bCs/>
          <w:i/>
          <w:iCs/>
        </w:rPr>
        <w:t>.</w:t>
      </w:r>
      <w:r>
        <w:rPr>
          <w:b/>
          <w:bCs/>
          <w:i/>
          <w:iCs/>
        </w:rPr>
        <w:t>ΤΑΠΤοΚ</w:t>
      </w:r>
      <w:r w:rsidRPr="007E7038">
        <w:rPr>
          <w:b/>
          <w:bCs/>
          <w:i/>
          <w:iCs/>
        </w:rPr>
        <w:t>.1 «</w:t>
      </w:r>
      <w:r w:rsidRPr="004B4CBE">
        <w:rPr>
          <w:b/>
          <w:bCs/>
          <w:i/>
          <w:iCs/>
        </w:rPr>
        <w:t>Έργα ορθολογικής και αποδοτικής διαχείρισης του πόσιμου νερού</w:t>
      </w:r>
      <w:r w:rsidRPr="007E7038">
        <w:rPr>
          <w:b/>
          <w:bCs/>
          <w:i/>
          <w:iCs/>
        </w:rPr>
        <w:t>»)</w:t>
      </w:r>
      <w:r w:rsidRPr="007E7038">
        <w:rPr>
          <w:b/>
          <w:bCs/>
          <w:i/>
          <w:iCs/>
          <w:vertAlign w:val="superscript"/>
        </w:rPr>
        <w:footnoteReference w:id="1"/>
      </w:r>
      <w:r w:rsidRPr="007E7038">
        <w:rPr>
          <w:b/>
          <w:bCs/>
          <w:i/>
          <w:iCs/>
        </w:rPr>
        <w:t>.</w:t>
      </w:r>
      <w:r>
        <w:rPr>
          <w:b/>
          <w:bCs/>
          <w:i/>
          <w:iCs/>
        </w:rPr>
        <w:t>]</w:t>
      </w:r>
    </w:p>
    <w:p w:rsidR="00A85DDF" w:rsidRDefault="00A85DDF"/>
    <w:sectPr w:rsidR="00A85DDF" w:rsidSect="003332BD">
      <w:pgSz w:w="11906" w:h="16838"/>
      <w:pgMar w:top="1134" w:right="851" w:bottom="567" w:left="1134" w:header="709" w:footer="709" w:gutter="28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5DDF" w:rsidRDefault="00A85DDF" w:rsidP="00B827E7">
      <w:pPr>
        <w:spacing w:after="0" w:line="240" w:lineRule="auto"/>
      </w:pPr>
      <w:r>
        <w:separator/>
      </w:r>
    </w:p>
  </w:endnote>
  <w:endnote w:type="continuationSeparator" w:id="0">
    <w:p w:rsidR="00A85DDF" w:rsidRDefault="00A85DDF" w:rsidP="00B82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5DDF" w:rsidRDefault="00A85DDF" w:rsidP="00B827E7">
      <w:pPr>
        <w:spacing w:after="0" w:line="240" w:lineRule="auto"/>
      </w:pPr>
      <w:r>
        <w:separator/>
      </w:r>
    </w:p>
  </w:footnote>
  <w:footnote w:type="continuationSeparator" w:id="0">
    <w:p w:rsidR="00A85DDF" w:rsidRDefault="00A85DDF" w:rsidP="00B827E7">
      <w:pPr>
        <w:spacing w:after="0" w:line="240" w:lineRule="auto"/>
      </w:pPr>
      <w:r>
        <w:continuationSeparator/>
      </w:r>
    </w:p>
  </w:footnote>
  <w:footnote w:id="1">
    <w:p w:rsidR="00A85DDF" w:rsidRDefault="00A85DDF" w:rsidP="00B827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D12499">
        <w:rPr>
          <w:rStyle w:val="FootnoteReference"/>
          <w:rFonts w:ascii="Arial" w:hAnsi="Arial" w:cs="Arial"/>
          <w:sz w:val="16"/>
          <w:szCs w:val="16"/>
        </w:rPr>
        <w:footnoteRef/>
      </w:r>
      <w:r w:rsidRPr="00D12499">
        <w:rPr>
          <w:rFonts w:ascii="Arial" w:hAnsi="Arial" w:cs="Arial"/>
          <w:sz w:val="16"/>
          <w:szCs w:val="16"/>
        </w:rPr>
        <w:t xml:space="preserve"> </w:t>
      </w:r>
      <w:r w:rsidRPr="00D12499">
        <w:rPr>
          <w:rFonts w:ascii="Arial" w:hAnsi="Arial" w:cs="Arial"/>
          <w:sz w:val="16"/>
          <w:szCs w:val="16"/>
        </w:rPr>
        <w:tab/>
      </w:r>
      <w:r w:rsidRPr="00D12499">
        <w:rPr>
          <w:rFonts w:ascii="Arial" w:hAnsi="Arial" w:cs="Arial"/>
          <w:i/>
          <w:iCs/>
          <w:sz w:val="16"/>
          <w:szCs w:val="16"/>
        </w:rPr>
        <w:t xml:space="preserve">Για την αιτιολόγηση της αναγκαιότητας υλοποίησης </w:t>
      </w:r>
      <w:r>
        <w:rPr>
          <w:rFonts w:ascii="Arial" w:hAnsi="Arial" w:cs="Arial"/>
          <w:i/>
          <w:iCs/>
          <w:sz w:val="16"/>
          <w:szCs w:val="16"/>
        </w:rPr>
        <w:t>της</w:t>
      </w:r>
      <w:r w:rsidRPr="00061110">
        <w:rPr>
          <w:rFonts w:ascii="Arial" w:hAnsi="Arial" w:cs="Arial"/>
          <w:i/>
          <w:iCs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προτεινόμενης πράξης θα πρέπει να τεκμηριώνεται ο</w:t>
      </w:r>
      <w:r w:rsidRPr="00207CC2">
        <w:rPr>
          <w:rFonts w:ascii="Arial" w:hAnsi="Arial" w:cs="Arial"/>
          <w:i/>
          <w:iCs/>
          <w:sz w:val="16"/>
          <w:szCs w:val="16"/>
        </w:rPr>
        <w:t xml:space="preserve"> τρόπος με τον οποίο η προτεινόμενη πράξη συμβάλλει στην αντιμετώπιση της ανάγκης ή προβλήματος που έχει εντοπιστεί και του Ειδικού Στόχου που έχει προσδιοριστεί στη Στρατηγική </w:t>
      </w:r>
      <w:r>
        <w:rPr>
          <w:rFonts w:ascii="Arial" w:hAnsi="Arial" w:cs="Arial"/>
          <w:i/>
          <w:iCs/>
          <w:sz w:val="16"/>
          <w:szCs w:val="16"/>
        </w:rPr>
        <w:t>ΤΑΠΤοΚ</w:t>
      </w:r>
      <w:r w:rsidRPr="00207CC2">
        <w:rPr>
          <w:rFonts w:ascii="Arial" w:hAnsi="Arial" w:cs="Arial"/>
          <w:i/>
          <w:iCs/>
          <w:sz w:val="16"/>
          <w:szCs w:val="16"/>
        </w:rPr>
        <w:t xml:space="preserve"> «</w:t>
      </w:r>
      <w:r>
        <w:rPr>
          <w:rFonts w:ascii="Arial" w:hAnsi="Arial" w:cs="Arial"/>
          <w:i/>
          <w:iCs/>
          <w:sz w:val="16"/>
          <w:szCs w:val="16"/>
        </w:rPr>
        <w:t>Αρκαδία</w:t>
      </w:r>
      <w:r w:rsidRPr="00207CC2">
        <w:rPr>
          <w:rFonts w:ascii="Arial" w:hAnsi="Arial" w:cs="Arial"/>
          <w:i/>
          <w:iCs/>
          <w:sz w:val="16"/>
          <w:szCs w:val="16"/>
        </w:rPr>
        <w:t xml:space="preserve"> 2020».</w:t>
      </w:r>
      <w:r>
        <w:rPr>
          <w:sz w:val="20"/>
          <w:szCs w:val="20"/>
        </w:rPr>
        <w:t xml:space="preserve"> </w:t>
      </w:r>
    </w:p>
    <w:p w:rsidR="00A85DDF" w:rsidRDefault="00A85DDF" w:rsidP="00B827E7">
      <w:pPr>
        <w:tabs>
          <w:tab w:val="left" w:pos="284"/>
        </w:tabs>
        <w:ind w:left="284" w:hanging="284"/>
        <w:jc w:val="both"/>
      </w:pPr>
      <w:r>
        <w:rPr>
          <w:rFonts w:ascii="Arial" w:hAnsi="Arial" w:cs="Arial"/>
          <w:sz w:val="16"/>
          <w:szCs w:val="16"/>
        </w:rPr>
        <w:tab/>
        <w:t>Θα πρέπει επίσης να αναφέρεται η σ</w:t>
      </w:r>
      <w:r w:rsidRPr="00207CC2">
        <w:rPr>
          <w:rFonts w:ascii="Arial" w:hAnsi="Arial" w:cs="Arial"/>
          <w:i/>
          <w:iCs/>
          <w:sz w:val="16"/>
          <w:szCs w:val="16"/>
        </w:rPr>
        <w:t xml:space="preserve">υμβολή της Πράξης στην επίτευξη στόχου/ων της Στρατηγικής </w:t>
      </w:r>
      <w:r w:rsidRPr="00F60FD4">
        <w:rPr>
          <w:rFonts w:ascii="Arial" w:hAnsi="Arial" w:cs="Arial"/>
          <w:i/>
          <w:iCs/>
          <w:sz w:val="16"/>
          <w:szCs w:val="16"/>
        </w:rPr>
        <w:t>ΤΑΠΤοΚ «Αρκαδία 2020».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5268"/>
    <w:rsid w:val="000463D8"/>
    <w:rsid w:val="00061110"/>
    <w:rsid w:val="00086E13"/>
    <w:rsid w:val="00137AF8"/>
    <w:rsid w:val="00207CC2"/>
    <w:rsid w:val="00212CA5"/>
    <w:rsid w:val="00220425"/>
    <w:rsid w:val="002B7430"/>
    <w:rsid w:val="002E3BEE"/>
    <w:rsid w:val="003332BD"/>
    <w:rsid w:val="00393831"/>
    <w:rsid w:val="00405395"/>
    <w:rsid w:val="004B4CBE"/>
    <w:rsid w:val="00567B6C"/>
    <w:rsid w:val="005C7435"/>
    <w:rsid w:val="006000EC"/>
    <w:rsid w:val="00696F28"/>
    <w:rsid w:val="006D2128"/>
    <w:rsid w:val="006F53F6"/>
    <w:rsid w:val="007E7038"/>
    <w:rsid w:val="00844307"/>
    <w:rsid w:val="008D6AEF"/>
    <w:rsid w:val="008E35F9"/>
    <w:rsid w:val="009C41D7"/>
    <w:rsid w:val="00A15268"/>
    <w:rsid w:val="00A21BC9"/>
    <w:rsid w:val="00A768F1"/>
    <w:rsid w:val="00A85DDF"/>
    <w:rsid w:val="00B3341B"/>
    <w:rsid w:val="00B827E7"/>
    <w:rsid w:val="00BB0E3C"/>
    <w:rsid w:val="00C7570A"/>
    <w:rsid w:val="00CC6F0B"/>
    <w:rsid w:val="00D12499"/>
    <w:rsid w:val="00D90DB7"/>
    <w:rsid w:val="00E85745"/>
    <w:rsid w:val="00F260D3"/>
    <w:rsid w:val="00F50293"/>
    <w:rsid w:val="00F60FD4"/>
    <w:rsid w:val="00F91E23"/>
    <w:rsid w:val="00FF4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307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B827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27E7"/>
    <w:rPr>
      <w:rFonts w:ascii="Times New Roman" w:hAnsi="Times New Roman" w:cs="Times New Roman"/>
      <w:sz w:val="20"/>
      <w:szCs w:val="20"/>
      <w:lang w:eastAsia="el-GR"/>
    </w:rPr>
  </w:style>
  <w:style w:type="character" w:styleId="FootnoteReference">
    <w:name w:val="footnote reference"/>
    <w:basedOn w:val="DefaultParagraphFont"/>
    <w:uiPriority w:val="99"/>
    <w:semiHidden/>
    <w:rsid w:val="00B827E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B82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7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1</Pages>
  <Words>152</Words>
  <Characters>824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</dc:title>
  <dc:subject/>
  <dc:creator>ΚΟΥΤΡΗΣ ΠΑΝΑΓΙΩΤΗΣ</dc:creator>
  <cp:keywords/>
  <dc:description/>
  <cp:lastModifiedBy>Christos</cp:lastModifiedBy>
  <cp:revision>7</cp:revision>
  <cp:lastPrinted>2018-09-10T17:19:00Z</cp:lastPrinted>
  <dcterms:created xsi:type="dcterms:W3CDTF">2018-09-10T17:17:00Z</dcterms:created>
  <dcterms:modified xsi:type="dcterms:W3CDTF">2018-10-30T14:25:00Z</dcterms:modified>
</cp:coreProperties>
</file>